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35" w:rsidRDefault="00B57835">
      <w:pPr>
        <w:pStyle w:val="Title"/>
      </w:pPr>
      <w:r>
        <w:t>PLC Meeting Summary Sheet</w:t>
      </w:r>
      <w:r w:rsidR="000A2B94">
        <w:t xml:space="preserve"> </w:t>
      </w:r>
    </w:p>
    <w:p w:rsidR="00B57835" w:rsidRDefault="00B57835"/>
    <w:p w:rsidR="00B57835" w:rsidRDefault="00B57835">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Pr>
          <w:i/>
          <w:iCs/>
        </w:rPr>
        <w:t>..</w:t>
      </w:r>
      <w:proofErr w:type="gramEnd"/>
      <w:r>
        <w:rPr>
          <w:i/>
          <w:iCs/>
        </w:rPr>
        <w:t xml:space="preserve"> </w:t>
      </w:r>
    </w:p>
    <w:p w:rsidR="00B57835" w:rsidRDefault="00B57835">
      <w:pPr>
        <w:rPr>
          <w:i/>
          <w:iCs/>
        </w:rPr>
      </w:pPr>
    </w:p>
    <w:p w:rsidR="004C4CE8" w:rsidRDefault="004C4CE8">
      <w:pPr>
        <w:pStyle w:val="Heading1"/>
      </w:pPr>
      <w:r>
        <w:t xml:space="preserve">Grade Level/PLC Group: </w:t>
      </w:r>
      <w:r w:rsidR="00E73C48">
        <w:rPr>
          <w:b w:val="0"/>
          <w:u w:val="single"/>
        </w:rPr>
        <w:t>6</w:t>
      </w:r>
      <w:r w:rsidRPr="00E45567">
        <w:rPr>
          <w:b w:val="0"/>
          <w:u w:val="single"/>
          <w:vertAlign w:val="superscript"/>
        </w:rPr>
        <w:t>th</w:t>
      </w:r>
      <w:r w:rsidRPr="00E45567">
        <w:rPr>
          <w:b w:val="0"/>
          <w:u w:val="single"/>
        </w:rPr>
        <w:t xml:space="preserve"> Grade </w:t>
      </w:r>
      <w:r w:rsidR="00E73C48">
        <w:rPr>
          <w:b w:val="0"/>
          <w:u w:val="single"/>
        </w:rPr>
        <w:t>Western Hemisphere</w:t>
      </w:r>
    </w:p>
    <w:p w:rsidR="00B57835" w:rsidRPr="004C4CE8" w:rsidRDefault="004C4CE8">
      <w:pPr>
        <w:pStyle w:val="Heading1"/>
        <w:rPr>
          <w:u w:val="single"/>
        </w:rPr>
      </w:pPr>
      <w:r>
        <w:t xml:space="preserve">Building: </w:t>
      </w:r>
      <w:r w:rsidRPr="00E45567">
        <w:rPr>
          <w:b w:val="0"/>
          <w:u w:val="single"/>
        </w:rPr>
        <w:t>CAMS-North</w:t>
      </w:r>
    </w:p>
    <w:p w:rsidR="00B57835" w:rsidRPr="00E45567" w:rsidRDefault="00E45567">
      <w:pPr>
        <w:rPr>
          <w:b/>
          <w:bCs/>
          <w:u w:val="single"/>
        </w:rPr>
      </w:pPr>
      <w:r>
        <w:rPr>
          <w:b/>
          <w:bCs/>
        </w:rPr>
        <w:t xml:space="preserve">Week of: </w:t>
      </w:r>
      <w:r w:rsidR="003F6490">
        <w:rPr>
          <w:bCs/>
          <w:u w:val="single"/>
        </w:rPr>
        <w:t>October 3-4</w:t>
      </w:r>
      <w:r w:rsidR="0094260B">
        <w:rPr>
          <w:bCs/>
          <w:u w:val="single"/>
        </w:rPr>
        <w:t>,</w:t>
      </w:r>
      <w:r w:rsidR="00E73C48">
        <w:rPr>
          <w:bCs/>
          <w:u w:val="single"/>
        </w:rPr>
        <w:t xml:space="preserve"> </w:t>
      </w:r>
      <w:r w:rsidRPr="00E45567">
        <w:rPr>
          <w:bCs/>
          <w:u w:val="single"/>
        </w:rPr>
        <w:t>201</w:t>
      </w:r>
      <w:r w:rsidR="00E73C48">
        <w:rPr>
          <w:bCs/>
          <w:u w:val="single"/>
        </w:rPr>
        <w:t>2</w:t>
      </w:r>
    </w:p>
    <w:p w:rsidR="00B57835" w:rsidRDefault="00B57835">
      <w:pPr>
        <w:rPr>
          <w:b/>
          <w:bCs/>
        </w:rPr>
      </w:pPr>
    </w:p>
    <w:p w:rsidR="00B57835" w:rsidRDefault="00B57835">
      <w:pPr>
        <w:rPr>
          <w:b/>
          <w:bCs/>
        </w:rPr>
      </w:pPr>
      <w:r>
        <w:rPr>
          <w:b/>
          <w:bCs/>
        </w:rPr>
        <w:t>This week we discussed….</w:t>
      </w:r>
    </w:p>
    <w:p w:rsidR="003B4540" w:rsidRDefault="003F6490" w:rsidP="003B4540">
      <w:pPr>
        <w:pStyle w:val="ListParagraph"/>
        <w:numPr>
          <w:ilvl w:val="0"/>
          <w:numId w:val="11"/>
        </w:numPr>
      </w:pPr>
      <w:r>
        <w:t>Research project- all teams have gone to the library to start their research. We are starting to check in with the students to see what still needs to be done. Ward and Diller plan on having the students present on Tuesday Oct. 9</w:t>
      </w:r>
      <w:r w:rsidRPr="003F6490">
        <w:rPr>
          <w:vertAlign w:val="superscript"/>
        </w:rPr>
        <w:t>th</w:t>
      </w:r>
      <w:r>
        <w:t xml:space="preserve"> and </w:t>
      </w:r>
      <w:proofErr w:type="spellStart"/>
      <w:r>
        <w:t>Kump</w:t>
      </w:r>
      <w:proofErr w:type="spellEnd"/>
      <w:r>
        <w:t xml:space="preserve"> plans on having the students present on Thursday Oct. 11</w:t>
      </w:r>
      <w:r w:rsidRPr="003F6490">
        <w:rPr>
          <w:vertAlign w:val="superscript"/>
        </w:rPr>
        <w:t>th</w:t>
      </w:r>
      <w:r>
        <w:t xml:space="preserve">. For extra credit the students will have the opportunity to bring in a food from their heritage.  </w:t>
      </w:r>
    </w:p>
    <w:p w:rsidR="003F6490" w:rsidRPr="003B4540" w:rsidRDefault="003404F2" w:rsidP="003B4540">
      <w:pPr>
        <w:pStyle w:val="ListParagraph"/>
        <w:numPr>
          <w:ilvl w:val="0"/>
          <w:numId w:val="11"/>
        </w:numPr>
      </w:pPr>
      <w:r>
        <w:t>Climate zones- trying to set up a project about climate zones</w:t>
      </w:r>
    </w:p>
    <w:p w:rsidR="00B57835" w:rsidRDefault="00B57835">
      <w:pPr>
        <w:pStyle w:val="Heading1"/>
      </w:pPr>
      <w:r>
        <w:t>We need…</w:t>
      </w:r>
    </w:p>
    <w:p w:rsidR="003F6490" w:rsidRPr="003F6490" w:rsidRDefault="003F6490" w:rsidP="003F6490">
      <w:pPr>
        <w:pStyle w:val="ListParagraph"/>
        <w:numPr>
          <w:ilvl w:val="0"/>
          <w:numId w:val="13"/>
        </w:numPr>
      </w:pPr>
      <w:r>
        <w:t xml:space="preserve">Info why we are not getting our election packet- Diller received an email informing her that we were not getting our election packet with </w:t>
      </w:r>
      <w:proofErr w:type="gramStart"/>
      <w:r>
        <w:t>no</w:t>
      </w:r>
      <w:proofErr w:type="gramEnd"/>
      <w:r>
        <w:t xml:space="preserve"> other information. Calling to the </w:t>
      </w:r>
      <w:r w:rsidR="003E0BCC">
        <w:t xml:space="preserve">copy </w:t>
      </w:r>
      <w:r>
        <w:t>center</w:t>
      </w:r>
      <w:r w:rsidR="003404F2">
        <w:t xml:space="preserve"> to find out any information</w:t>
      </w:r>
      <w:r>
        <w:t xml:space="preserve">.  </w:t>
      </w:r>
    </w:p>
    <w:p w:rsidR="00B57835" w:rsidRDefault="00B57835"/>
    <w:p w:rsidR="003B4540" w:rsidRDefault="00B57835" w:rsidP="003B4540">
      <w:pPr>
        <w:rPr>
          <w:b/>
          <w:bCs/>
        </w:rPr>
      </w:pPr>
      <w:r>
        <w:rPr>
          <w:b/>
          <w:bCs/>
        </w:rPr>
        <w:t>Common Assessment(s) Given:</w:t>
      </w:r>
      <w:r w:rsidR="0023786B">
        <w:t xml:space="preserve"> </w:t>
      </w:r>
    </w:p>
    <w:p w:rsidR="00B57835" w:rsidRDefault="00B57835" w:rsidP="003B4540">
      <w:pPr>
        <w:tabs>
          <w:tab w:val="left" w:pos="5490"/>
        </w:tabs>
        <w:rPr>
          <w:b/>
          <w:bCs/>
        </w:rPr>
      </w:pPr>
    </w:p>
    <w:p w:rsidR="00EA7C42" w:rsidRDefault="003E0BCC" w:rsidP="00EA7C42">
      <w:pPr>
        <w:numPr>
          <w:ilvl w:val="0"/>
          <w:numId w:val="4"/>
        </w:numPr>
      </w:pPr>
      <w:r>
        <w:t xml:space="preserve">Map of the Bedroom- not a typical common assessment. The students had to apply their knowledge of map (elements of a map) to create a map of their bedroom. We used a rubric to assess the maps. Overall the students did well. We noticed that some </w:t>
      </w:r>
      <w:r w:rsidR="003404F2">
        <w:t xml:space="preserve">students did not follow the rubric. We have been stressing to the students the importance of a rubric and why they should use them. </w:t>
      </w:r>
    </w:p>
    <w:p w:rsidR="00B57835" w:rsidRDefault="003B4540" w:rsidP="003B4540">
      <w:pPr>
        <w:tabs>
          <w:tab w:val="left" w:pos="2820"/>
        </w:tabs>
      </w:pPr>
      <w:r>
        <w:tab/>
      </w:r>
    </w:p>
    <w:p w:rsidR="00B57835" w:rsidRDefault="00B57835">
      <w:r>
        <w:rPr>
          <w:b/>
          <w:bCs/>
        </w:rPr>
        <w:t>How will these results change instruction?</w:t>
      </w:r>
      <w:r>
        <w:t xml:space="preserve"> (i.e. – Is re-teaching necessary? Was one instructional strategy more effective than another? Is more/less time needed to </w:t>
      </w:r>
      <w:proofErr w:type="gramStart"/>
      <w:r>
        <w:t>cover</w:t>
      </w:r>
      <w:proofErr w:type="gramEnd"/>
      <w:r>
        <w:t xml:space="preserve"> this topic next year?)</w:t>
      </w:r>
      <w:bookmarkStart w:id="0" w:name="_GoBack"/>
      <w:bookmarkEnd w:id="0"/>
    </w:p>
    <w:sectPr w:rsidR="00B57835" w:rsidSect="004A5193">
      <w:pgSz w:w="12240" w:h="15840"/>
      <w:pgMar w:top="63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68E8"/>
    <w:multiLevelType w:val="hybridMultilevel"/>
    <w:tmpl w:val="ABCC4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E5ED5"/>
    <w:multiLevelType w:val="hybridMultilevel"/>
    <w:tmpl w:val="CFF0C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7D7912"/>
    <w:multiLevelType w:val="hybridMultilevel"/>
    <w:tmpl w:val="DB9A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0B4162"/>
    <w:multiLevelType w:val="hybridMultilevel"/>
    <w:tmpl w:val="F8BA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7D6C92"/>
    <w:multiLevelType w:val="hybridMultilevel"/>
    <w:tmpl w:val="C64E41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50F69CF"/>
    <w:multiLevelType w:val="hybridMultilevel"/>
    <w:tmpl w:val="D44CF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CF253E"/>
    <w:multiLevelType w:val="hybridMultilevel"/>
    <w:tmpl w:val="A9FCD7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467156"/>
    <w:multiLevelType w:val="hybridMultilevel"/>
    <w:tmpl w:val="87DE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8C4A22"/>
    <w:multiLevelType w:val="hybridMultilevel"/>
    <w:tmpl w:val="6A628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D336B41"/>
    <w:multiLevelType w:val="hybridMultilevel"/>
    <w:tmpl w:val="F7620ED8"/>
    <w:lvl w:ilvl="0" w:tplc="419EDD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9334A7"/>
    <w:multiLevelType w:val="hybridMultilevel"/>
    <w:tmpl w:val="C7F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EA1B24"/>
    <w:multiLevelType w:val="hybridMultilevel"/>
    <w:tmpl w:val="BF8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5"/>
  </w:num>
  <w:num w:numId="4">
    <w:abstractNumId w:val="6"/>
  </w:num>
  <w:num w:numId="5">
    <w:abstractNumId w:val="2"/>
  </w:num>
  <w:num w:numId="6">
    <w:abstractNumId w:val="11"/>
  </w:num>
  <w:num w:numId="7">
    <w:abstractNumId w:val="12"/>
  </w:num>
  <w:num w:numId="8">
    <w:abstractNumId w:val="0"/>
  </w:num>
  <w:num w:numId="9">
    <w:abstractNumId w:val="3"/>
  </w:num>
  <w:num w:numId="10">
    <w:abstractNumId w:val="4"/>
  </w:num>
  <w:num w:numId="11">
    <w:abstractNumId w:val="1"/>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05"/>
    <w:rsid w:val="000159BA"/>
    <w:rsid w:val="0004148D"/>
    <w:rsid w:val="000A2B94"/>
    <w:rsid w:val="00215AFF"/>
    <w:rsid w:val="0023786B"/>
    <w:rsid w:val="003404F2"/>
    <w:rsid w:val="003B4540"/>
    <w:rsid w:val="003E0BCC"/>
    <w:rsid w:val="003F6490"/>
    <w:rsid w:val="004A5193"/>
    <w:rsid w:val="004C4CE8"/>
    <w:rsid w:val="004C717F"/>
    <w:rsid w:val="005244CD"/>
    <w:rsid w:val="00790705"/>
    <w:rsid w:val="00846FAA"/>
    <w:rsid w:val="0094260B"/>
    <w:rsid w:val="00951445"/>
    <w:rsid w:val="00994586"/>
    <w:rsid w:val="009A793B"/>
    <w:rsid w:val="00B57835"/>
    <w:rsid w:val="00B81526"/>
    <w:rsid w:val="00C52891"/>
    <w:rsid w:val="00C927DB"/>
    <w:rsid w:val="00E45567"/>
    <w:rsid w:val="00E66611"/>
    <w:rsid w:val="00E73C48"/>
    <w:rsid w:val="00EA351E"/>
    <w:rsid w:val="00EA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 w:type="paragraph" w:styleId="BalloonText">
    <w:name w:val="Balloon Text"/>
    <w:basedOn w:val="Normal"/>
    <w:link w:val="BalloonTextChar"/>
    <w:uiPriority w:val="99"/>
    <w:semiHidden/>
    <w:unhideWhenUsed/>
    <w:rsid w:val="0004148D"/>
    <w:rPr>
      <w:rFonts w:ascii="Tahoma" w:hAnsi="Tahoma" w:cs="Tahoma"/>
      <w:sz w:val="16"/>
      <w:szCs w:val="16"/>
    </w:rPr>
  </w:style>
  <w:style w:type="character" w:customStyle="1" w:styleId="BalloonTextChar">
    <w:name w:val="Balloon Text Char"/>
    <w:basedOn w:val="DefaultParagraphFont"/>
    <w:link w:val="BalloonText"/>
    <w:uiPriority w:val="99"/>
    <w:semiHidden/>
    <w:rsid w:val="0004148D"/>
    <w:rPr>
      <w:rFonts w:ascii="Tahoma" w:hAnsi="Tahoma" w:cs="Tahoma"/>
      <w:sz w:val="16"/>
      <w:szCs w:val="16"/>
    </w:rPr>
  </w:style>
  <w:style w:type="paragraph" w:styleId="ListParagraph">
    <w:name w:val="List Paragraph"/>
    <w:basedOn w:val="Normal"/>
    <w:uiPriority w:val="34"/>
    <w:qFormat/>
    <w:rsid w:val="000A2B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 w:type="paragraph" w:styleId="BalloonText">
    <w:name w:val="Balloon Text"/>
    <w:basedOn w:val="Normal"/>
    <w:link w:val="BalloonTextChar"/>
    <w:uiPriority w:val="99"/>
    <w:semiHidden/>
    <w:unhideWhenUsed/>
    <w:rsid w:val="0004148D"/>
    <w:rPr>
      <w:rFonts w:ascii="Tahoma" w:hAnsi="Tahoma" w:cs="Tahoma"/>
      <w:sz w:val="16"/>
      <w:szCs w:val="16"/>
    </w:rPr>
  </w:style>
  <w:style w:type="character" w:customStyle="1" w:styleId="BalloonTextChar">
    <w:name w:val="Balloon Text Char"/>
    <w:basedOn w:val="DefaultParagraphFont"/>
    <w:link w:val="BalloonText"/>
    <w:uiPriority w:val="99"/>
    <w:semiHidden/>
    <w:rsid w:val="0004148D"/>
    <w:rPr>
      <w:rFonts w:ascii="Tahoma" w:hAnsi="Tahoma" w:cs="Tahoma"/>
      <w:sz w:val="16"/>
      <w:szCs w:val="16"/>
    </w:rPr>
  </w:style>
  <w:style w:type="paragraph" w:styleId="ListParagraph">
    <w:name w:val="List Paragraph"/>
    <w:basedOn w:val="Normal"/>
    <w:uiPriority w:val="34"/>
    <w:qFormat/>
    <w:rsid w:val="000A2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F6710E29</Template>
  <TotalTime>1</TotalTime>
  <Pages>1</Pages>
  <Words>254</Words>
  <Characters>1452</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Science Department PLC Meeting Summary Sheet</vt:lpstr>
      <vt:lpstr>Grade Level/PLC Group: 6th Grade Western Hemisphere</vt:lpstr>
      <vt:lpstr>Building: CAMS-North</vt:lpstr>
      <vt:lpstr>We need…</vt:lpstr>
    </vt:vector>
  </TitlesOfParts>
  <Company>CASD</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Department PLC Meeting Summary Sheet</dc:title>
  <dc:creator>Diane McCallum</dc:creator>
  <cp:lastModifiedBy>Alexandria Kump</cp:lastModifiedBy>
  <cp:revision>2</cp:revision>
  <cp:lastPrinted>2012-01-20T18:08:00Z</cp:lastPrinted>
  <dcterms:created xsi:type="dcterms:W3CDTF">2012-10-04T12:33:00Z</dcterms:created>
  <dcterms:modified xsi:type="dcterms:W3CDTF">2012-10-04T12:33:00Z</dcterms:modified>
</cp:coreProperties>
</file>